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977D8">
              <w:rPr>
                <w:noProof/>
              </w:rPr>
              <w:t>TALITUSE JUHATAJA</w:t>
            </w:r>
            <w:r>
              <w:fldChar w:fldCharType="end"/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F158E9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330D03" w:rsidP="007977D8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97CE3">
              <w:rPr>
                <w:noProof/>
              </w:rPr>
              <w:t>Digiallkirja kuupäev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97CE3">
              <w:rPr>
                <w:noProof/>
              </w:rPr>
              <w:t>2-2/</w:t>
            </w:r>
            <w:r w:rsidR="007977D8">
              <w:rPr>
                <w:noProof/>
              </w:rPr>
              <w:t>1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7522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0" w:name="Text7"/>
    <w:p w:rsidR="00A97CE3" w:rsidRDefault="00D638ED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A97CE3">
        <w:rPr>
          <w:noProof/>
        </w:rPr>
        <w:t xml:space="preserve">Isikliku sõiduki töösõitudeks kasutamise </w:t>
      </w:r>
    </w:p>
    <w:p w:rsidR="00F158E9" w:rsidRDefault="00A97CE3">
      <w:pPr>
        <w:pStyle w:val="Pealkiri1"/>
        <w:rPr>
          <w:noProof/>
        </w:rPr>
      </w:pPr>
      <w:r>
        <w:rPr>
          <w:noProof/>
        </w:rPr>
        <w:t>hüvitamine/jahindustalitus</w:t>
      </w:r>
    </w:p>
    <w:p w:rsidR="00F158E9" w:rsidRDefault="00D638ED">
      <w:pPr>
        <w:pStyle w:val="Pealkiri1"/>
      </w:pPr>
      <w:r>
        <w:fldChar w:fldCharType="end"/>
      </w:r>
      <w:bookmarkEnd w:id="0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158E9" w:rsidRDefault="00A97CE3">
      <w:r>
        <w:lastRenderedPageBreak/>
        <w:t xml:space="preserve">RMK juhatuse </w:t>
      </w:r>
      <w:r w:rsidR="00865ECE">
        <w:t>28.11.2017</w:t>
      </w:r>
      <w:r>
        <w:t>. a otsusega</w:t>
      </w:r>
      <w:r w:rsidR="00F158E9">
        <w:t xml:space="preserve"> </w:t>
      </w:r>
      <w:r w:rsidR="00865ECE">
        <w:t>nr 1-32/100 lisa 5</w:t>
      </w:r>
      <w:r>
        <w:t xml:space="preserve"> kinnitatud „RMK jahindustalituse põhimäärus“ punktide 4.4.3 ja 4.4.10 alus</w:t>
      </w:r>
      <w:r w:rsidR="00865ECE">
        <w:t>el ja tulenevalt RMK juhatuse 19</w:t>
      </w:r>
      <w:r>
        <w:t>.</w:t>
      </w:r>
      <w:r w:rsidR="00865ECE">
        <w:t>12</w:t>
      </w:r>
      <w:r>
        <w:t>.201</w:t>
      </w:r>
      <w:r w:rsidR="00865ECE">
        <w:t>7</w:t>
      </w:r>
      <w:r>
        <w:t>. a otsuse nr 1-32/</w:t>
      </w:r>
      <w:r w:rsidR="00865ECE">
        <w:t>116</w:t>
      </w:r>
      <w:r>
        <w:t xml:space="preserve"> „Riigimetsa Majandamise Keskuse töösõitude korraldamise põhimõtted“ lisa </w:t>
      </w:r>
      <w:r w:rsidR="00AF667A">
        <w:t xml:space="preserve">5 </w:t>
      </w:r>
      <w:r>
        <w:t xml:space="preserve">„Isikliku sõiduki töösõitudeks kasutamise üle arvestuse pidamise kord“ punktist </w:t>
      </w:r>
      <w:r w:rsidR="00AF667A">
        <w:t>4</w:t>
      </w:r>
    </w:p>
    <w:p w:rsidR="00A97CE3" w:rsidRDefault="00A97CE3"/>
    <w:p w:rsidR="00A97CE3" w:rsidRDefault="00A97CE3"/>
    <w:p w:rsidR="00A97CE3" w:rsidRDefault="00A97CE3" w:rsidP="00A97CE3">
      <w:pPr>
        <w:pStyle w:val="Loendilik"/>
        <w:numPr>
          <w:ilvl w:val="0"/>
          <w:numId w:val="3"/>
        </w:numPr>
      </w:pPr>
      <w:r>
        <w:t>Maksta perioodil 01.01.-31.12.201</w:t>
      </w:r>
      <w:r w:rsidR="00AF667A">
        <w:t>8</w:t>
      </w:r>
      <w:r>
        <w:t xml:space="preserve"> hüvitust isikliku sõiduki töösõitudeks kasutamise eest jahindustalituse töötajatele:</w:t>
      </w:r>
    </w:p>
    <w:p w:rsidR="00A97CE3" w:rsidRDefault="00A97CE3" w:rsidP="00A97CE3"/>
    <w:p w:rsidR="00A97CE3" w:rsidRDefault="00A97CE3" w:rsidP="00A97CE3">
      <w:r>
        <w:t>Töötaja nimi</w:t>
      </w:r>
      <w:r>
        <w:tab/>
      </w:r>
      <w:r>
        <w:tab/>
      </w:r>
      <w:r>
        <w:tab/>
      </w:r>
      <w:r>
        <w:tab/>
        <w:t>Hüvituse suurus (eurot/töösõidu km eest)</w:t>
      </w:r>
    </w:p>
    <w:p w:rsidR="00A97CE3" w:rsidRDefault="00963331" w:rsidP="00A97CE3">
      <w:r>
        <w:t>Uno Vait</w:t>
      </w:r>
      <w:r>
        <w:tab/>
      </w:r>
      <w:r>
        <w:tab/>
      </w:r>
      <w:r>
        <w:tab/>
      </w:r>
      <w:r>
        <w:tab/>
      </w:r>
      <w:r>
        <w:tab/>
        <w:t>0,30</w:t>
      </w:r>
    </w:p>
    <w:p w:rsidR="00963331" w:rsidRDefault="00963331" w:rsidP="00A97CE3">
      <w:r>
        <w:t>Lauri Valdur</w:t>
      </w:r>
      <w:r>
        <w:tab/>
      </w:r>
      <w:r>
        <w:tab/>
      </w:r>
      <w:r>
        <w:tab/>
      </w:r>
      <w:r>
        <w:tab/>
      </w:r>
      <w:r>
        <w:tab/>
        <w:t>0,30</w:t>
      </w:r>
    </w:p>
    <w:p w:rsidR="00963331" w:rsidRDefault="00963331" w:rsidP="00A97CE3"/>
    <w:p w:rsidR="00963331" w:rsidRDefault="00963331" w:rsidP="00963331">
      <w:pPr>
        <w:pStyle w:val="Loendilik"/>
        <w:numPr>
          <w:ilvl w:val="0"/>
          <w:numId w:val="3"/>
        </w:numPr>
        <w:sectPr w:rsidR="00963331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1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2568FF">
        <w:rPr>
          <w:spacing w:val="0"/>
          <w:position w:val="0"/>
        </w:rPr>
      </w:r>
      <w:r w:rsidR="002568FF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1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963331">
        <w:rPr>
          <w:noProof/>
        </w:rPr>
        <w:t>Kalev Männiste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963331">
        <w:rPr>
          <w:noProof/>
        </w:rPr>
        <w:t>talituse juhataja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2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963331">
        <w:rPr>
          <w:noProof/>
        </w:rPr>
        <w:t xml:space="preserve">Jaotuskava: </w:t>
      </w:r>
      <w:r w:rsidR="00AA328F">
        <w:rPr>
          <w:noProof/>
        </w:rPr>
        <w:t xml:space="preserve">jahindustalituse </w:t>
      </w:r>
      <w:bookmarkStart w:id="3" w:name="_GoBack"/>
      <w:bookmarkEnd w:id="3"/>
      <w:r w:rsidR="00963331">
        <w:rPr>
          <w:noProof/>
        </w:rPr>
        <w:t xml:space="preserve">töötajad, </w:t>
      </w:r>
      <w:r w:rsidR="00AA328F">
        <w:rPr>
          <w:noProof/>
        </w:rPr>
        <w:t>Anu Pärnamägi, Mihkel Merimaa</w:t>
      </w:r>
      <w:r>
        <w:fldChar w:fldCharType="end"/>
      </w:r>
      <w:bookmarkEnd w:id="2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8FF" w:rsidRDefault="002568FF">
      <w:r>
        <w:separator/>
      </w:r>
    </w:p>
  </w:endnote>
  <w:endnote w:type="continuationSeparator" w:id="0">
    <w:p w:rsidR="002568FF" w:rsidRDefault="00256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8FF" w:rsidRDefault="002568FF">
      <w:r>
        <w:separator/>
      </w:r>
    </w:p>
  </w:footnote>
  <w:footnote w:type="continuationSeparator" w:id="0">
    <w:p w:rsidR="002568FF" w:rsidRDefault="00256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75E22785"/>
    <w:multiLevelType w:val="hybridMultilevel"/>
    <w:tmpl w:val="EAD0F4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E3"/>
    <w:rsid w:val="002568FF"/>
    <w:rsid w:val="00330D03"/>
    <w:rsid w:val="0037522C"/>
    <w:rsid w:val="005B39CA"/>
    <w:rsid w:val="007977D8"/>
    <w:rsid w:val="00865ECE"/>
    <w:rsid w:val="008A02AB"/>
    <w:rsid w:val="00963331"/>
    <w:rsid w:val="009E24DD"/>
    <w:rsid w:val="00A97CE3"/>
    <w:rsid w:val="00AA328F"/>
    <w:rsid w:val="00AF667A"/>
    <w:rsid w:val="00B23E37"/>
    <w:rsid w:val="00D638ED"/>
    <w:rsid w:val="00EF597B"/>
    <w:rsid w:val="00F158E9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A97CE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A97CE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A97C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A97CE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A97CE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A97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evm\AppData\Local\Microsoft\Windows\Temporary%20Internet%20Files\Content.IE5\72AA8HDV\k&#228;sk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</Template>
  <TotalTime>1</TotalTime>
  <Pages>1</Pages>
  <Words>146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DF Ltd., Parnu mnt 154, 11317 Tallinn, Estonia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RMK</cp:lastModifiedBy>
  <cp:revision>2</cp:revision>
  <cp:lastPrinted>2017-01-24T14:42:00Z</cp:lastPrinted>
  <dcterms:created xsi:type="dcterms:W3CDTF">2018-01-02T07:05:00Z</dcterms:created>
  <dcterms:modified xsi:type="dcterms:W3CDTF">2018-01-02T07:05:00Z</dcterms:modified>
</cp:coreProperties>
</file>